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CC1052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8E3509" w:rsidRPr="0005741F">
        <w:rPr>
          <w:rFonts w:ascii="Verdana" w:hAnsi="Verdana"/>
          <w:b/>
        </w:rPr>
        <w:t>„</w:t>
      </w:r>
      <w:bookmarkEnd w:id="1"/>
      <w:r w:rsidR="008E3509" w:rsidRPr="0005741F">
        <w:rPr>
          <w:rFonts w:ascii="Verdana" w:hAnsi="Verdana"/>
          <w:b/>
        </w:rPr>
        <w:t xml:space="preserve">Údržba, opravy a odstraňování závad u SSZT OŘ OVA 2024 - Oprava a doplnění diagnostiky PZS na pracovišti DŽIN Olomouc“ </w:t>
      </w:r>
      <w:r w:rsidR="008E3509" w:rsidRPr="0005741F">
        <w:rPr>
          <w:rFonts w:ascii="Verdana" w:hAnsi="Verdana"/>
        </w:rPr>
        <w:t xml:space="preserve">č.j. 31265/2024-SŽ-OŘ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8E350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8E350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8E3509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E350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253"/>
    <w:rsid w:val="00B80313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80253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490</Words>
  <Characters>2897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2024-07-31T08:56:00Z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